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0C7" w:rsidRDefault="009B50C7" w:rsidP="0050004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«Мне понадобился отпуск по семейным обстоятельствам. Я даже готова взять несколько дней без сохранения заработной платы. Но я еще не отработала 6 месяцев. Скажите, имею ли я право просить у работодателя отпуск?»  Екатерина С. г. Дмитриев</w:t>
      </w:r>
    </w:p>
    <w:p w:rsidR="009B50C7" w:rsidRDefault="009B50C7" w:rsidP="0050004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вопрос отвечает помощник прокурора Дмитриевского района Сергей Ештокин:</w:t>
      </w:r>
    </w:p>
    <w:p w:rsidR="009B50C7" w:rsidRPr="00692785" w:rsidRDefault="009B50C7" w:rsidP="006927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ст. 122 Трудового кодекса РФ о</w:t>
      </w:r>
      <w:r w:rsidRPr="00692785">
        <w:rPr>
          <w:rFonts w:ascii="Times New Roman" w:hAnsi="Times New Roman"/>
          <w:sz w:val="28"/>
          <w:szCs w:val="28"/>
        </w:rPr>
        <w:t>плачиваемый отпуск должен предоставляться работнику ежегодно.Право на использование отпуска за первый год работы возникает у работника по истечении шести месяцев его непрерывной работы у данного работодателя. По соглашению сторон оплачиваемый отпуск работнику может быть предоставлен и до истечения шести месяцев.</w:t>
      </w:r>
    </w:p>
    <w:p w:rsidR="009B50C7" w:rsidRPr="00692785" w:rsidRDefault="009B50C7" w:rsidP="006927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92785">
        <w:rPr>
          <w:rFonts w:ascii="Times New Roman" w:hAnsi="Times New Roman"/>
          <w:sz w:val="28"/>
          <w:szCs w:val="28"/>
        </w:rPr>
        <w:t>До истечения шести месяцев непрерывной работы оплачиваемый отпуск по заявлению работника должен быть предоставлен:</w:t>
      </w:r>
    </w:p>
    <w:p w:rsidR="009B50C7" w:rsidRPr="00692785" w:rsidRDefault="009B50C7" w:rsidP="006927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92785">
        <w:rPr>
          <w:rFonts w:ascii="Times New Roman" w:hAnsi="Times New Roman"/>
          <w:sz w:val="28"/>
          <w:szCs w:val="28"/>
        </w:rPr>
        <w:t>женщинам - перед отпуском по беременности и родам или непосредственно после него;</w:t>
      </w:r>
    </w:p>
    <w:p w:rsidR="009B50C7" w:rsidRPr="00692785" w:rsidRDefault="009B50C7" w:rsidP="006927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92785">
        <w:rPr>
          <w:rFonts w:ascii="Times New Roman" w:hAnsi="Times New Roman"/>
          <w:sz w:val="28"/>
          <w:szCs w:val="28"/>
        </w:rPr>
        <w:t>работникам в возрасте до восемнадцати лет;</w:t>
      </w:r>
    </w:p>
    <w:p w:rsidR="009B50C7" w:rsidRPr="00692785" w:rsidRDefault="009B50C7" w:rsidP="006927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92785">
        <w:rPr>
          <w:rFonts w:ascii="Times New Roman" w:hAnsi="Times New Roman"/>
          <w:sz w:val="28"/>
          <w:szCs w:val="28"/>
        </w:rPr>
        <w:t>работникам, усыновившим ребенка (детей) в возрасте до трех месяцев;</w:t>
      </w:r>
    </w:p>
    <w:p w:rsidR="009B50C7" w:rsidRPr="00692785" w:rsidRDefault="009B50C7" w:rsidP="006927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92785">
        <w:rPr>
          <w:rFonts w:ascii="Times New Roman" w:hAnsi="Times New Roman"/>
          <w:sz w:val="28"/>
          <w:szCs w:val="28"/>
        </w:rPr>
        <w:t>в других случаях, предусмотренных федеральными законами.</w:t>
      </w:r>
    </w:p>
    <w:p w:rsidR="009B50C7" w:rsidRPr="00692785" w:rsidRDefault="009B50C7" w:rsidP="006927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92785">
        <w:rPr>
          <w:rFonts w:ascii="Times New Roman" w:hAnsi="Times New Roman"/>
          <w:sz w:val="28"/>
          <w:szCs w:val="28"/>
        </w:rPr>
        <w:t>Отпуск за второй и последующие годы работы может предоставляться в любое время рабочего года в соответствии с очередностью предоставления ежегодных оплачиваемых отпусков, установленной у данного работодателя.</w:t>
      </w:r>
    </w:p>
    <w:p w:rsidR="009B50C7" w:rsidRPr="0050004D" w:rsidRDefault="009B50C7" w:rsidP="0050004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004D">
        <w:rPr>
          <w:rFonts w:ascii="Times New Roman" w:hAnsi="Times New Roman"/>
          <w:sz w:val="28"/>
          <w:szCs w:val="28"/>
        </w:rPr>
        <w:t>Согласно ст. 12</w:t>
      </w:r>
      <w:r>
        <w:rPr>
          <w:rFonts w:ascii="Times New Roman" w:hAnsi="Times New Roman"/>
          <w:sz w:val="28"/>
          <w:szCs w:val="28"/>
        </w:rPr>
        <w:t>8</w:t>
      </w:r>
      <w:r w:rsidRPr="0050004D">
        <w:rPr>
          <w:rFonts w:ascii="Times New Roman" w:hAnsi="Times New Roman"/>
          <w:sz w:val="28"/>
          <w:szCs w:val="28"/>
        </w:rPr>
        <w:t xml:space="preserve"> Трудового кодекса РФ 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платы, продолжительность которого определяется по соглашению между работником и работодателем</w:t>
      </w:r>
    </w:p>
    <w:p w:rsidR="009B50C7" w:rsidRPr="0050004D" w:rsidRDefault="009B50C7" w:rsidP="006927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004D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ab/>
      </w:r>
      <w:r w:rsidRPr="0050004D">
        <w:rPr>
          <w:rFonts w:ascii="Times New Roman" w:hAnsi="Times New Roman"/>
          <w:sz w:val="28"/>
          <w:szCs w:val="28"/>
        </w:rPr>
        <w:t>Работодатель обязан на основании письменного заявления работника предоставить отпуск без сохранения заработной платы:</w:t>
      </w:r>
    </w:p>
    <w:p w:rsidR="009B50C7" w:rsidRPr="0050004D" w:rsidRDefault="009B50C7" w:rsidP="0050004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004D">
        <w:rPr>
          <w:rFonts w:ascii="Times New Roman" w:hAnsi="Times New Roman"/>
          <w:sz w:val="28"/>
          <w:szCs w:val="28"/>
        </w:rPr>
        <w:t>- участникам Великой Отечественной войны - до 35 календарных дней в году;</w:t>
      </w:r>
    </w:p>
    <w:p w:rsidR="009B50C7" w:rsidRPr="0050004D" w:rsidRDefault="009B50C7" w:rsidP="0050004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004D">
        <w:rPr>
          <w:rFonts w:ascii="Times New Roman" w:hAnsi="Times New Roman"/>
          <w:sz w:val="28"/>
          <w:szCs w:val="28"/>
        </w:rPr>
        <w:t>- работающим пенсионерам по старости (по возрасту) - до 14 календарных дней в году;</w:t>
      </w:r>
    </w:p>
    <w:p w:rsidR="009B50C7" w:rsidRPr="0050004D" w:rsidRDefault="009B50C7" w:rsidP="0050004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004D">
        <w:rPr>
          <w:rFonts w:ascii="Times New Roman" w:hAnsi="Times New Roman"/>
          <w:sz w:val="28"/>
          <w:szCs w:val="28"/>
        </w:rPr>
        <w:t>-родителям и женам (мужьям) военнослужащих, сотрудников органов внутренних дел, федеральной противопожарной службы, таможенных органов, сотрудников учреждений и органов уголовно-исполнительной системы, погибших или умерших вследствие ранения, контузии или увечья, полученных при исполнении обязанностей военной службы (службы), либо вследствие заболевания, связанного с прохо</w:t>
      </w:r>
      <w:r>
        <w:rPr>
          <w:rFonts w:ascii="Times New Roman" w:hAnsi="Times New Roman"/>
          <w:sz w:val="28"/>
          <w:szCs w:val="28"/>
        </w:rPr>
        <w:t>ждением военной службы (службы)</w:t>
      </w:r>
      <w:r w:rsidRPr="0050004D">
        <w:rPr>
          <w:rFonts w:ascii="Times New Roman" w:hAnsi="Times New Roman"/>
          <w:sz w:val="28"/>
          <w:szCs w:val="28"/>
        </w:rPr>
        <w:t xml:space="preserve"> - до 14 календарных дней в году;</w:t>
      </w:r>
    </w:p>
    <w:p w:rsidR="009B50C7" w:rsidRPr="0050004D" w:rsidRDefault="009B50C7" w:rsidP="0050004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004D">
        <w:rPr>
          <w:rFonts w:ascii="Times New Roman" w:hAnsi="Times New Roman"/>
          <w:sz w:val="28"/>
          <w:szCs w:val="28"/>
        </w:rPr>
        <w:t>- работающим инвалидам - до 60 календарных дней в году;</w:t>
      </w:r>
    </w:p>
    <w:p w:rsidR="009B50C7" w:rsidRPr="0050004D" w:rsidRDefault="009B50C7" w:rsidP="0050004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004D">
        <w:rPr>
          <w:rFonts w:ascii="Times New Roman" w:hAnsi="Times New Roman"/>
          <w:sz w:val="28"/>
          <w:szCs w:val="28"/>
        </w:rPr>
        <w:t xml:space="preserve">- работникам в случаях рождения ребенка, регистрации брака, смерти близких родственников - до </w:t>
      </w:r>
      <w:r>
        <w:rPr>
          <w:rFonts w:ascii="Times New Roman" w:hAnsi="Times New Roman"/>
          <w:sz w:val="28"/>
          <w:szCs w:val="28"/>
        </w:rPr>
        <w:t>5</w:t>
      </w:r>
      <w:r w:rsidRPr="0050004D">
        <w:rPr>
          <w:rFonts w:ascii="Times New Roman" w:hAnsi="Times New Roman"/>
          <w:sz w:val="28"/>
          <w:szCs w:val="28"/>
        </w:rPr>
        <w:t xml:space="preserve"> календарных дней;</w:t>
      </w:r>
    </w:p>
    <w:p w:rsidR="009B50C7" w:rsidRDefault="009B50C7" w:rsidP="0050004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004D">
        <w:rPr>
          <w:rFonts w:ascii="Times New Roman" w:hAnsi="Times New Roman"/>
          <w:sz w:val="28"/>
          <w:szCs w:val="28"/>
        </w:rPr>
        <w:t>-в других случаях, предусмотренных настоящим Кодексом, иными федеральными законами либо коллективным договором.</w:t>
      </w:r>
    </w:p>
    <w:sectPr w:rsidR="009B50C7" w:rsidSect="00CB20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5426"/>
    <w:rsid w:val="0009321B"/>
    <w:rsid w:val="00183D47"/>
    <w:rsid w:val="002339F8"/>
    <w:rsid w:val="00325426"/>
    <w:rsid w:val="0050004D"/>
    <w:rsid w:val="00692785"/>
    <w:rsid w:val="009617A6"/>
    <w:rsid w:val="009B50C7"/>
    <w:rsid w:val="00AC08E0"/>
    <w:rsid w:val="00CB20A0"/>
    <w:rsid w:val="00CC235A"/>
    <w:rsid w:val="00CF1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0A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362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2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1</Pages>
  <Words>377</Words>
  <Characters>2150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2018-06-04T11:47:00Z</dcterms:created>
  <dcterms:modified xsi:type="dcterms:W3CDTF">2018-06-28T07:28:00Z</dcterms:modified>
</cp:coreProperties>
</file>